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272462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272462" w:rsidP="00C750B4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50B4"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72462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</w:t>
            </w:r>
            <w:proofErr w:type="spellStart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Dept</w:t>
            </w:r>
            <w:proofErr w:type="spellEnd"/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72462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750B4">
              <w:rPr>
                <w:rFonts w:ascii="Arial" w:hAnsi="Arial" w:cs="Arial"/>
                <w:noProof/>
                <w:sz w:val="18"/>
                <w:szCs w:val="18"/>
              </w:rPr>
              <w:t>Friday, 24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272462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C750B4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79 M, A/W LSW. Being treated as R LACI. Please R/O any carotid stenosis.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2425065</wp:posOffset>
                      </wp:positionH>
                      <wp:positionV relativeFrom="paragraph">
                        <wp:posOffset>1932305</wp:posOffset>
                      </wp:positionV>
                      <wp:extent cx="98425" cy="286385"/>
                      <wp:effectExtent l="11430" t="77470" r="23495" b="17145"/>
                      <wp:wrapNone/>
                      <wp:docPr id="54" name="Freeform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8425" cy="286385"/>
                              </a:xfrm>
                              <a:custGeom>
                                <a:avLst/>
                                <a:gdLst>
                                  <a:gd name="T0" fmla="*/ 75 w 155"/>
                                  <a:gd name="T1" fmla="*/ 0 h 451"/>
                                  <a:gd name="T2" fmla="*/ 0 w 155"/>
                                  <a:gd name="T3" fmla="*/ 404 h 451"/>
                                  <a:gd name="T4" fmla="*/ 80 w 155"/>
                                  <a:gd name="T5" fmla="*/ 446 h 451"/>
                                  <a:gd name="T6" fmla="*/ 155 w 155"/>
                                  <a:gd name="T7" fmla="*/ 451 h 451"/>
                                  <a:gd name="T8" fmla="*/ 80 w 155"/>
                                  <a:gd name="T9" fmla="*/ 380 h 451"/>
                                  <a:gd name="T10" fmla="*/ 66 w 155"/>
                                  <a:gd name="T11" fmla="*/ 197 h 451"/>
                                  <a:gd name="T12" fmla="*/ 75 w 155"/>
                                  <a:gd name="T13" fmla="*/ 0 h 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55" h="451">
                                    <a:moveTo>
                                      <a:pt x="75" y="0"/>
                                    </a:moveTo>
                                    <a:lnTo>
                                      <a:pt x="0" y="404"/>
                                    </a:lnTo>
                                    <a:lnTo>
                                      <a:pt x="80" y="446"/>
                                    </a:lnTo>
                                    <a:lnTo>
                                      <a:pt x="155" y="451"/>
                                    </a:lnTo>
                                    <a:lnTo>
                                      <a:pt x="80" y="380"/>
                                    </a:lnTo>
                                    <a:lnTo>
                                      <a:pt x="66" y="197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07278" id="Freeform 495" o:spid="_x0000_s1026" style="position:absolute;margin-left:190.95pt;margin-top:152.15pt;width:7.75pt;height:22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5,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" path="m75,l,404r80,42l155,451,80,380,66,197,75,xe" fillcolor="silver">
                      <v:path arrowok="t" o:connecttype="custom" o:connectlocs="47625,0;0,256540;50800,283210;98425,286385;50800,241300;41910,125095;47625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2380615</wp:posOffset>
                      </wp:positionH>
                      <wp:positionV relativeFrom="paragraph">
                        <wp:posOffset>2286635</wp:posOffset>
                      </wp:positionV>
                      <wp:extent cx="184785" cy="208915"/>
                      <wp:effectExtent l="14605" t="12700" r="48260" b="45085"/>
                      <wp:wrapNone/>
                      <wp:docPr id="53" name="Freeform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4785" cy="208915"/>
                              </a:xfrm>
                              <a:custGeom>
                                <a:avLst/>
                                <a:gdLst>
                                  <a:gd name="T0" fmla="*/ 33 w 291"/>
                                  <a:gd name="T1" fmla="*/ 329 h 329"/>
                                  <a:gd name="T2" fmla="*/ 9 w 291"/>
                                  <a:gd name="T3" fmla="*/ 211 h 329"/>
                                  <a:gd name="T4" fmla="*/ 0 w 291"/>
                                  <a:gd name="T5" fmla="*/ 90 h 329"/>
                                  <a:gd name="T6" fmla="*/ 9 w 291"/>
                                  <a:gd name="T7" fmla="*/ 47 h 329"/>
                                  <a:gd name="T8" fmla="*/ 56 w 291"/>
                                  <a:gd name="T9" fmla="*/ 10 h 329"/>
                                  <a:gd name="T10" fmla="*/ 202 w 291"/>
                                  <a:gd name="T11" fmla="*/ 0 h 329"/>
                                  <a:gd name="T12" fmla="*/ 291 w 291"/>
                                  <a:gd name="T13" fmla="*/ 14 h 329"/>
                                  <a:gd name="T14" fmla="*/ 122 w 291"/>
                                  <a:gd name="T15" fmla="*/ 29 h 329"/>
                                  <a:gd name="T16" fmla="*/ 66 w 291"/>
                                  <a:gd name="T17" fmla="*/ 99 h 329"/>
                                  <a:gd name="T18" fmla="*/ 37 w 291"/>
                                  <a:gd name="T19" fmla="*/ 244 h 329"/>
                                  <a:gd name="T20" fmla="*/ 33 w 291"/>
                                  <a:gd name="T21" fmla="*/ 329 h 3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91" h="329">
                                    <a:moveTo>
                                      <a:pt x="33" y="329"/>
                                    </a:moveTo>
                                    <a:lnTo>
                                      <a:pt x="9" y="211"/>
                                    </a:lnTo>
                                    <a:lnTo>
                                      <a:pt x="0" y="90"/>
                                    </a:lnTo>
                                    <a:lnTo>
                                      <a:pt x="9" y="47"/>
                                    </a:lnTo>
                                    <a:lnTo>
                                      <a:pt x="56" y="10"/>
                                    </a:lnTo>
                                    <a:lnTo>
                                      <a:pt x="202" y="0"/>
                                    </a:lnTo>
                                    <a:lnTo>
                                      <a:pt x="291" y="14"/>
                                    </a:lnTo>
                                    <a:lnTo>
                                      <a:pt x="122" y="29"/>
                                    </a:lnTo>
                                    <a:lnTo>
                                      <a:pt x="66" y="99"/>
                                    </a:lnTo>
                                    <a:lnTo>
                                      <a:pt x="37" y="244"/>
                                    </a:lnTo>
                                    <a:lnTo>
                                      <a:pt x="33" y="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2429C" id="Freeform 494" o:spid="_x0000_s1026" style="position:absolute;margin-left:187.45pt;margin-top:180.05pt;width:14.55pt;height:16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1,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" path="m33,329l9,211,,90,9,47,56,10,202,r89,14l122,29,66,99,37,244r-4,85xe" fillcolor="silver">
                      <v:path arrowok="t" o:connecttype="custom" o:connectlocs="20955,208915;5715,133985;0,57150;5715,29845;35560,6350;128270,0;184785,8890;77470,18415;41910,62865;23495,154940;20955,208915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1703070</wp:posOffset>
                      </wp:positionV>
                      <wp:extent cx="190500" cy="634365"/>
                      <wp:effectExtent l="32385" t="10160" r="15240" b="22225"/>
                      <wp:wrapNone/>
                      <wp:docPr id="52" name="Freeform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634365"/>
                              </a:xfrm>
                              <a:custGeom>
                                <a:avLst/>
                                <a:gdLst>
                                  <a:gd name="T0" fmla="*/ 286 w 300"/>
                                  <a:gd name="T1" fmla="*/ 75 h 999"/>
                                  <a:gd name="T2" fmla="*/ 300 w 300"/>
                                  <a:gd name="T3" fmla="*/ 479 h 999"/>
                                  <a:gd name="T4" fmla="*/ 262 w 300"/>
                                  <a:gd name="T5" fmla="*/ 835 h 999"/>
                                  <a:gd name="T6" fmla="*/ 183 w 300"/>
                                  <a:gd name="T7" fmla="*/ 980 h 999"/>
                                  <a:gd name="T8" fmla="*/ 98 w 300"/>
                                  <a:gd name="T9" fmla="*/ 999 h 999"/>
                                  <a:gd name="T10" fmla="*/ 75 w 300"/>
                                  <a:gd name="T11" fmla="*/ 854 h 999"/>
                                  <a:gd name="T12" fmla="*/ 19 w 300"/>
                                  <a:gd name="T13" fmla="*/ 206 h 999"/>
                                  <a:gd name="T14" fmla="*/ 0 w 300"/>
                                  <a:gd name="T15" fmla="*/ 0 h 999"/>
                                  <a:gd name="T16" fmla="*/ 70 w 300"/>
                                  <a:gd name="T17" fmla="*/ 446 h 999"/>
                                  <a:gd name="T18" fmla="*/ 112 w 300"/>
                                  <a:gd name="T19" fmla="*/ 812 h 999"/>
                                  <a:gd name="T20" fmla="*/ 126 w 300"/>
                                  <a:gd name="T21" fmla="*/ 980 h 999"/>
                                  <a:gd name="T22" fmla="*/ 169 w 300"/>
                                  <a:gd name="T23" fmla="*/ 835 h 999"/>
                                  <a:gd name="T24" fmla="*/ 277 w 300"/>
                                  <a:gd name="T25" fmla="*/ 103 h 9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00" h="999">
                                    <a:moveTo>
                                      <a:pt x="286" y="75"/>
                                    </a:moveTo>
                                    <a:lnTo>
                                      <a:pt x="300" y="479"/>
                                    </a:lnTo>
                                    <a:lnTo>
                                      <a:pt x="262" y="835"/>
                                    </a:lnTo>
                                    <a:lnTo>
                                      <a:pt x="183" y="980"/>
                                    </a:lnTo>
                                    <a:lnTo>
                                      <a:pt x="98" y="999"/>
                                    </a:lnTo>
                                    <a:lnTo>
                                      <a:pt x="75" y="854"/>
                                    </a:lnTo>
                                    <a:lnTo>
                                      <a:pt x="19" y="20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70" y="446"/>
                                    </a:lnTo>
                                    <a:lnTo>
                                      <a:pt x="112" y="812"/>
                                    </a:lnTo>
                                    <a:lnTo>
                                      <a:pt x="126" y="980"/>
                                    </a:lnTo>
                                    <a:lnTo>
                                      <a:pt x="169" y="835"/>
                                    </a:lnTo>
                                    <a:lnTo>
                                      <a:pt x="277" y="103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7731F0B" id="Freeform 493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8.15pt,137.85pt,188.85pt,158.05pt,186.95pt,175.85pt,183pt,183.1pt,178.75pt,184.05pt,177.6pt,176.8pt,174.8pt,144.4pt,173.85pt,134.1pt,177.35pt,156.4pt,179.45pt,174.7pt,180.15pt,183.1pt,182.3pt,175.85pt,187.7pt,139.25pt" coordsize="300,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" fillcolor="silver">
                      <v:path arrowok="t" o:connecttype="custom" o:connectlocs="181610,47625;190500,304165;166370,530225;116205,622300;62230,634365;47625,542290;12065,130810;0,0;44450,283210;71120,515620;80010,622300;107315,530225;175895,65405" o:connectangles="0,0,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3726815</wp:posOffset>
                      </wp:positionH>
                      <wp:positionV relativeFrom="paragraph">
                        <wp:posOffset>1697990</wp:posOffset>
                      </wp:positionV>
                      <wp:extent cx="209550" cy="637540"/>
                      <wp:effectExtent l="17780" t="71755" r="20320" b="14605"/>
                      <wp:wrapNone/>
                      <wp:docPr id="51" name="Freeform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9550" cy="637540"/>
                              </a:xfrm>
                              <a:custGeom>
                                <a:avLst/>
                                <a:gdLst>
                                  <a:gd name="T0" fmla="*/ 17 w 330"/>
                                  <a:gd name="T1" fmla="*/ 40 h 1004"/>
                                  <a:gd name="T2" fmla="*/ 0 w 330"/>
                                  <a:gd name="T3" fmla="*/ 267 h 1004"/>
                                  <a:gd name="T4" fmla="*/ 37 w 330"/>
                                  <a:gd name="T5" fmla="*/ 740 h 1004"/>
                                  <a:gd name="T6" fmla="*/ 50 w 330"/>
                                  <a:gd name="T7" fmla="*/ 890 h 1004"/>
                                  <a:gd name="T8" fmla="*/ 110 w 330"/>
                                  <a:gd name="T9" fmla="*/ 987 h 1004"/>
                                  <a:gd name="T10" fmla="*/ 187 w 330"/>
                                  <a:gd name="T11" fmla="*/ 1004 h 1004"/>
                                  <a:gd name="T12" fmla="*/ 220 w 330"/>
                                  <a:gd name="T13" fmla="*/ 960 h 1004"/>
                                  <a:gd name="T14" fmla="*/ 230 w 330"/>
                                  <a:gd name="T15" fmla="*/ 807 h 1004"/>
                                  <a:gd name="T16" fmla="*/ 294 w 330"/>
                                  <a:gd name="T17" fmla="*/ 340 h 1004"/>
                                  <a:gd name="T18" fmla="*/ 330 w 330"/>
                                  <a:gd name="T19" fmla="*/ 0 h 1004"/>
                                  <a:gd name="T20" fmla="*/ 244 w 330"/>
                                  <a:gd name="T21" fmla="*/ 334 h 1004"/>
                                  <a:gd name="T22" fmla="*/ 207 w 330"/>
                                  <a:gd name="T23" fmla="*/ 550 h 1004"/>
                                  <a:gd name="T24" fmla="*/ 187 w 330"/>
                                  <a:gd name="T25" fmla="*/ 924 h 1004"/>
                                  <a:gd name="T26" fmla="*/ 174 w 330"/>
                                  <a:gd name="T27" fmla="*/ 967 h 1004"/>
                                  <a:gd name="T28" fmla="*/ 130 w 330"/>
                                  <a:gd name="T29" fmla="*/ 914 h 1004"/>
                                  <a:gd name="T30" fmla="*/ 77 w 330"/>
                                  <a:gd name="T31" fmla="*/ 407 h 1004"/>
                                  <a:gd name="T32" fmla="*/ 17 w 330"/>
                                  <a:gd name="T33" fmla="*/ 40 h 10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30" h="1004">
                                    <a:moveTo>
                                      <a:pt x="17" y="40"/>
                                    </a:moveTo>
                                    <a:lnTo>
                                      <a:pt x="0" y="267"/>
                                    </a:lnTo>
                                    <a:lnTo>
                                      <a:pt x="37" y="740"/>
                                    </a:lnTo>
                                    <a:lnTo>
                                      <a:pt x="50" y="890"/>
                                    </a:lnTo>
                                    <a:lnTo>
                                      <a:pt x="110" y="987"/>
                                    </a:lnTo>
                                    <a:lnTo>
                                      <a:pt x="187" y="1004"/>
                                    </a:lnTo>
                                    <a:lnTo>
                                      <a:pt x="220" y="960"/>
                                    </a:lnTo>
                                    <a:lnTo>
                                      <a:pt x="230" y="807"/>
                                    </a:lnTo>
                                    <a:lnTo>
                                      <a:pt x="294" y="340"/>
                                    </a:lnTo>
                                    <a:lnTo>
                                      <a:pt x="330" y="0"/>
                                    </a:lnTo>
                                    <a:lnTo>
                                      <a:pt x="244" y="334"/>
                                    </a:lnTo>
                                    <a:lnTo>
                                      <a:pt x="207" y="550"/>
                                    </a:lnTo>
                                    <a:lnTo>
                                      <a:pt x="187" y="924"/>
                                    </a:lnTo>
                                    <a:lnTo>
                                      <a:pt x="174" y="967"/>
                                    </a:lnTo>
                                    <a:lnTo>
                                      <a:pt x="130" y="914"/>
                                    </a:lnTo>
                                    <a:lnTo>
                                      <a:pt x="77" y="407"/>
                                    </a:lnTo>
                                    <a:lnTo>
                                      <a:pt x="17" y="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3DA06" id="Freeform 492" o:spid="_x0000_s1026" style="position:absolute;margin-left:293.45pt;margin-top:133.7pt;width:16.5pt;height:50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" path="m17,40l,267,37,740,50,890r60,97l187,1004r33,-44l230,807,294,340,330,,244,334,207,550,187,924r-13,43l130,914,77,407,17,40xe" fillcolor="silver">
                      <v:path arrowok="t" o:connecttype="custom" o:connectlocs="10795,25400;0,169545;23495,469900;31750,565150;69850,626745;118745,637540;139700,609600;146050,512445;186690,215900;209550,0;154940,212090;131445,349250;118745,586740;110490,614045;82550,580390;48895,258445;10795,25400" o:connectangles="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3542665</wp:posOffset>
                      </wp:positionH>
                      <wp:positionV relativeFrom="paragraph">
                        <wp:posOffset>2278380</wp:posOffset>
                      </wp:positionV>
                      <wp:extent cx="228600" cy="452120"/>
                      <wp:effectExtent l="33655" t="13970" r="13970" b="38735"/>
                      <wp:wrapNone/>
                      <wp:docPr id="50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452120"/>
                              </a:xfrm>
                              <a:custGeom>
                                <a:avLst/>
                                <a:gdLst>
                                  <a:gd name="T0" fmla="*/ 0 w 360"/>
                                  <a:gd name="T1" fmla="*/ 23 h 712"/>
                                  <a:gd name="T2" fmla="*/ 80 w 360"/>
                                  <a:gd name="T3" fmla="*/ 0 h 712"/>
                                  <a:gd name="T4" fmla="*/ 204 w 360"/>
                                  <a:gd name="T5" fmla="*/ 14 h 712"/>
                                  <a:gd name="T6" fmla="*/ 284 w 360"/>
                                  <a:gd name="T7" fmla="*/ 100 h 712"/>
                                  <a:gd name="T8" fmla="*/ 328 w 360"/>
                                  <a:gd name="T9" fmla="*/ 164 h 712"/>
                                  <a:gd name="T10" fmla="*/ 360 w 360"/>
                                  <a:gd name="T11" fmla="*/ 326 h 712"/>
                                  <a:gd name="T12" fmla="*/ 346 w 360"/>
                                  <a:gd name="T13" fmla="*/ 526 h 712"/>
                                  <a:gd name="T14" fmla="*/ 284 w 360"/>
                                  <a:gd name="T15" fmla="*/ 712 h 712"/>
                                  <a:gd name="T16" fmla="*/ 300 w 360"/>
                                  <a:gd name="T17" fmla="*/ 293 h 712"/>
                                  <a:gd name="T18" fmla="*/ 257 w 360"/>
                                  <a:gd name="T19" fmla="*/ 129 h 712"/>
                                  <a:gd name="T20" fmla="*/ 142 w 360"/>
                                  <a:gd name="T21" fmla="*/ 49 h 712"/>
                                  <a:gd name="T22" fmla="*/ 0 w 360"/>
                                  <a:gd name="T23" fmla="*/ 23 h 7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0" h="712">
                                    <a:moveTo>
                                      <a:pt x="0" y="23"/>
                                    </a:moveTo>
                                    <a:lnTo>
                                      <a:pt x="80" y="0"/>
                                    </a:lnTo>
                                    <a:lnTo>
                                      <a:pt x="204" y="14"/>
                                    </a:lnTo>
                                    <a:lnTo>
                                      <a:pt x="284" y="100"/>
                                    </a:lnTo>
                                    <a:lnTo>
                                      <a:pt x="328" y="164"/>
                                    </a:lnTo>
                                    <a:lnTo>
                                      <a:pt x="360" y="326"/>
                                    </a:lnTo>
                                    <a:lnTo>
                                      <a:pt x="346" y="526"/>
                                    </a:lnTo>
                                    <a:lnTo>
                                      <a:pt x="284" y="712"/>
                                    </a:lnTo>
                                    <a:lnTo>
                                      <a:pt x="300" y="293"/>
                                    </a:lnTo>
                                    <a:lnTo>
                                      <a:pt x="257" y="129"/>
                                    </a:lnTo>
                                    <a:lnTo>
                                      <a:pt x="142" y="49"/>
                                    </a:lnTo>
                                    <a:lnTo>
                                      <a:pt x="0" y="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8EC6" id="Freeform 491" o:spid="_x0000_s1026" style="position:absolute;margin-left:278.95pt;margin-top:179.4pt;width:18pt;height:35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" path="m,23l80,,204,14r80,86l328,164r32,162l346,526,284,712,300,293,257,129,142,49,,23xe" fillcolor="silver">
                      <v:path arrowok="t" o:connecttype="custom" o:connectlocs="0,14605;50800,0;129540,8890;180340,63500;208280,104140;228600,207010;219710,334010;180340,452120;190500,186055;163195,81915;90170,31115;0,14605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4014470</wp:posOffset>
                      </wp:positionH>
                      <wp:positionV relativeFrom="paragraph">
                        <wp:posOffset>1737360</wp:posOffset>
                      </wp:positionV>
                      <wp:extent cx="162560" cy="1195070"/>
                      <wp:effectExtent l="19685" t="73025" r="17780" b="84455"/>
                      <wp:wrapNone/>
                      <wp:docPr id="49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560" cy="1195070"/>
                              </a:xfrm>
                              <a:custGeom>
                                <a:avLst/>
                                <a:gdLst>
                                  <a:gd name="T0" fmla="*/ 256 w 256"/>
                                  <a:gd name="T1" fmla="*/ 0 h 1882"/>
                                  <a:gd name="T2" fmla="*/ 168 w 256"/>
                                  <a:gd name="T3" fmla="*/ 486 h 1882"/>
                                  <a:gd name="T4" fmla="*/ 89 w 256"/>
                                  <a:gd name="T5" fmla="*/ 963 h 1882"/>
                                  <a:gd name="T6" fmla="*/ 0 w 256"/>
                                  <a:gd name="T7" fmla="*/ 1882 h 1882"/>
                                  <a:gd name="T8" fmla="*/ 133 w 256"/>
                                  <a:gd name="T9" fmla="*/ 1308 h 1882"/>
                                  <a:gd name="T10" fmla="*/ 239 w 256"/>
                                  <a:gd name="T11" fmla="*/ 716 h 1882"/>
                                  <a:gd name="T12" fmla="*/ 256 w 256"/>
                                  <a:gd name="T13" fmla="*/ 0 h 18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56" h="1882">
                                    <a:moveTo>
                                      <a:pt x="256" y="0"/>
                                    </a:moveTo>
                                    <a:lnTo>
                                      <a:pt x="168" y="486"/>
                                    </a:lnTo>
                                    <a:lnTo>
                                      <a:pt x="89" y="963"/>
                                    </a:lnTo>
                                    <a:lnTo>
                                      <a:pt x="0" y="1882"/>
                                    </a:lnTo>
                                    <a:lnTo>
                                      <a:pt x="133" y="1308"/>
                                    </a:lnTo>
                                    <a:lnTo>
                                      <a:pt x="239" y="716"/>
                                    </a:lnTo>
                                    <a:lnTo>
                                      <a:pt x="2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A55B3" id="Freeform 490" o:spid="_x0000_s1026" style="position:absolute;margin-left:316.1pt;margin-top:136.8pt;width:12.8pt;height:94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6,1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" path="m256,l168,486,89,963,,1882,133,1308,239,716,256,xe" fillcolor="silver">
                      <v:path arrowok="t" o:connecttype="custom" o:connectlocs="162560,0;106680,308610;56515,611505;0,1195070;84455,830580;151765,454660;16256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1938655</wp:posOffset>
                      </wp:positionH>
                      <wp:positionV relativeFrom="paragraph">
                        <wp:posOffset>1715135</wp:posOffset>
                      </wp:positionV>
                      <wp:extent cx="151765" cy="813435"/>
                      <wp:effectExtent l="10795" t="41275" r="18415" b="50165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1765" cy="813435"/>
                              </a:xfrm>
                              <a:custGeom>
                                <a:avLst/>
                                <a:gdLst>
                                  <a:gd name="T0" fmla="*/ 80 w 239"/>
                                  <a:gd name="T1" fmla="*/ 0 h 1281"/>
                                  <a:gd name="T2" fmla="*/ 133 w 239"/>
                                  <a:gd name="T3" fmla="*/ 397 h 1281"/>
                                  <a:gd name="T4" fmla="*/ 213 w 239"/>
                                  <a:gd name="T5" fmla="*/ 927 h 1281"/>
                                  <a:gd name="T6" fmla="*/ 239 w 239"/>
                                  <a:gd name="T7" fmla="*/ 1281 h 1281"/>
                                  <a:gd name="T8" fmla="*/ 53 w 239"/>
                                  <a:gd name="T9" fmla="*/ 671 h 1281"/>
                                  <a:gd name="T10" fmla="*/ 0 w 239"/>
                                  <a:gd name="T11" fmla="*/ 388 h 1281"/>
                                  <a:gd name="T12" fmla="*/ 80 w 239"/>
                                  <a:gd name="T13" fmla="*/ 0 h 12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39" h="1281">
                                    <a:moveTo>
                                      <a:pt x="80" y="0"/>
                                    </a:moveTo>
                                    <a:lnTo>
                                      <a:pt x="133" y="397"/>
                                    </a:lnTo>
                                    <a:lnTo>
                                      <a:pt x="213" y="927"/>
                                    </a:lnTo>
                                    <a:lnTo>
                                      <a:pt x="239" y="1281"/>
                                    </a:lnTo>
                                    <a:lnTo>
                                      <a:pt x="53" y="671"/>
                                    </a:lnTo>
                                    <a:lnTo>
                                      <a:pt x="0" y="388"/>
                                    </a:lnTo>
                                    <a:lnTo>
                                      <a:pt x="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D6F74" id="Freeform 489" o:spid="_x0000_s1026" style="position:absolute;margin-left:152.65pt;margin-top:135.05pt;width:11.95pt;height:64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9,1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" path="m80,r53,397l213,927r26,354l53,671,,388,80,xe" fillcolor="silver">
                      <v:path arrowok="t" o:connecttype="custom" o:connectlocs="50800,0;84455,252095;135255,588645;151765,813435;33655,426085;0,246380;50800,0" o:connectangles="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C750B4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C750B4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C750B4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C750B4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C750B4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C750B4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C750B4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C750B4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C750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C750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C750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C750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C750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C750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C750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C750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D8A396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C750B4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52743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C750B4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1293E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D2B1F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FBAC2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0711F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75-99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750B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50-74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C750B4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C750B4">
              <w:rPr>
                <w:rFonts w:ascii="Arial" w:hAnsi="Arial" w:cs="Arial"/>
                <w:sz w:val="18"/>
                <w:szCs w:val="20"/>
              </w:rPr>
              <w:t xml:space="preserve"> No thickening of the intima-media layer. Normal subclavian flow.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C750B4">
              <w:rPr>
                <w:rFonts w:ascii="Arial" w:hAnsi="Arial"/>
                <w:bCs/>
                <w:sz w:val="18"/>
                <w:szCs w:val="18"/>
              </w:rPr>
              <w:t xml:space="preserve"> Mild atheroma in the distal CCA (&lt;30%). Normal subclavian flow.</w:t>
            </w:r>
          </w:p>
          <w:p w:rsidR="00C750B4" w:rsidRPr="00BE67C6" w:rsidRDefault="00C750B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C750B4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0B4" w:rsidRDefault="00C750B4">
      <w:r>
        <w:separator/>
      </w:r>
    </w:p>
  </w:endnote>
  <w:endnote w:type="continuationSeparator" w:id="0">
    <w:p w:rsidR="00C750B4" w:rsidRDefault="00C7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0B4" w:rsidRDefault="00C750B4">
      <w:r>
        <w:separator/>
      </w:r>
    </w:p>
  </w:footnote>
  <w:footnote w:type="continuationSeparator" w:id="0">
    <w:p w:rsidR="00C750B4" w:rsidRDefault="00C75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C750B4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0B4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72462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750B4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EBED4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103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2020-08-07T09:12:00Z</dcterms:created>
  <dcterms:modified xsi:type="dcterms:W3CDTF">2020-08-07T09:12:00Z</dcterms:modified>
</cp:coreProperties>
</file>